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71" w:rsidRPr="00524A4F" w:rsidRDefault="00EF2871">
      <w:pPr>
        <w:rPr>
          <w:sz w:val="24"/>
          <w:szCs w:val="24"/>
        </w:rPr>
      </w:pPr>
      <w:r w:rsidRPr="00524A4F">
        <w:rPr>
          <w:sz w:val="24"/>
          <w:szCs w:val="24"/>
        </w:rPr>
        <w:t>Distribution of world water resources: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South America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30%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Asia Pacific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17%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North America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15%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Middle East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11%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Eastern Asia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7%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Western Europe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4%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Southern Asia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4%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Central Africa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4%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Northern Africa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3%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Eastern Europe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2%</w:t>
      </w:r>
    </w:p>
    <w:p w:rsidR="00EF2871" w:rsidRPr="00524A4F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South-eastern Africa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2%</w:t>
      </w:r>
    </w:p>
    <w:p w:rsidR="00EF2871" w:rsidRDefault="00EF2871" w:rsidP="00524A4F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Japan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1%</w:t>
      </w:r>
    </w:p>
    <w:p w:rsidR="00EF2871" w:rsidRDefault="00EF2871" w:rsidP="00524A4F">
      <w:pPr>
        <w:spacing w:after="0" w:line="240" w:lineRule="auto"/>
        <w:rPr>
          <w:sz w:val="24"/>
          <w:szCs w:val="24"/>
        </w:rPr>
      </w:pPr>
    </w:p>
    <w:p w:rsidR="00EF2871" w:rsidRDefault="00EF2871" w:rsidP="001E3B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the choropleth mapping technique to map these figures on your world map.  </w:t>
      </w:r>
      <w:r w:rsidRPr="001E3B07">
        <w:rPr>
          <w:sz w:val="24"/>
          <w:szCs w:val="24"/>
        </w:rPr>
        <w:t>Compare it with the map showing global distribution of people</w:t>
      </w:r>
      <w:r>
        <w:rPr>
          <w:sz w:val="24"/>
          <w:szCs w:val="24"/>
        </w:rPr>
        <w:t>.</w:t>
      </w:r>
    </w:p>
    <w:p w:rsidR="00EF2871" w:rsidRDefault="00EF2871" w:rsidP="001E3B07">
      <w:pPr>
        <w:spacing w:after="0" w:line="240" w:lineRule="auto"/>
        <w:rPr>
          <w:sz w:val="24"/>
          <w:szCs w:val="24"/>
        </w:rPr>
      </w:pPr>
    </w:p>
    <w:p w:rsidR="00EF2871" w:rsidRPr="001E3B07" w:rsidRDefault="00EF2871" w:rsidP="001E3B0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Describe what the two maps show</w:t>
      </w:r>
    </w:p>
    <w:p w:rsidR="00EF2871" w:rsidRPr="001E3B07" w:rsidRDefault="00EF2871" w:rsidP="001E3B07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Write a paragraph to describe h</w:t>
      </w:r>
      <w:r w:rsidRPr="001E3B07">
        <w:rPr>
          <w:sz w:val="24"/>
          <w:szCs w:val="24"/>
        </w:rPr>
        <w:t>ow the</w:t>
      </w:r>
      <w:r>
        <w:rPr>
          <w:sz w:val="24"/>
          <w:szCs w:val="24"/>
        </w:rPr>
        <w:t xml:space="preserve"> two</w:t>
      </w:r>
      <w:r w:rsidRPr="001E3B07">
        <w:rPr>
          <w:sz w:val="24"/>
          <w:szCs w:val="24"/>
        </w:rPr>
        <w:t xml:space="preserve"> maps compare?</w:t>
      </w:r>
    </w:p>
    <w:p w:rsidR="00EF2871" w:rsidRDefault="00EF2871" w:rsidP="001E3B07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Explain w</w:t>
      </w:r>
      <w:r w:rsidRPr="001E3B07">
        <w:rPr>
          <w:sz w:val="24"/>
          <w:szCs w:val="24"/>
        </w:rPr>
        <w:t>hat impact might this have?</w:t>
      </w:r>
    </w:p>
    <w:p w:rsidR="00EF2871" w:rsidRDefault="00EF2871" w:rsidP="001E3B07">
      <w:pPr>
        <w:rPr>
          <w:sz w:val="24"/>
          <w:szCs w:val="24"/>
        </w:rPr>
      </w:pPr>
    </w:p>
    <w:p w:rsidR="00EF2871" w:rsidRDefault="00EF2871" w:rsidP="001E3B07">
      <w:pPr>
        <w:rPr>
          <w:sz w:val="24"/>
          <w:szCs w:val="24"/>
        </w:rPr>
      </w:pPr>
    </w:p>
    <w:p w:rsidR="00EF2871" w:rsidRDefault="00EF2871" w:rsidP="001E3B07">
      <w:pPr>
        <w:rPr>
          <w:sz w:val="24"/>
          <w:szCs w:val="24"/>
        </w:rPr>
      </w:pPr>
    </w:p>
    <w:p w:rsidR="00EF2871" w:rsidRPr="00524A4F" w:rsidRDefault="00EF2871" w:rsidP="001E3B07">
      <w:pPr>
        <w:rPr>
          <w:sz w:val="24"/>
          <w:szCs w:val="24"/>
        </w:rPr>
      </w:pPr>
      <w:r w:rsidRPr="00524A4F">
        <w:rPr>
          <w:sz w:val="24"/>
          <w:szCs w:val="24"/>
        </w:rPr>
        <w:t>Distribution of world water resources: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South America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30%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Asia Pacific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17%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North America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15%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Middle East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11%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Eastern Asia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7%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Western Europe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4%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Southern Asia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4%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Central Africa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4%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Northern Africa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3%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 xml:space="preserve">Eastern Europe </w:t>
      </w:r>
      <w:r>
        <w:rPr>
          <w:sz w:val="24"/>
          <w:szCs w:val="24"/>
        </w:rPr>
        <w:t xml:space="preserve">- </w:t>
      </w:r>
      <w:r w:rsidRPr="00524A4F">
        <w:rPr>
          <w:sz w:val="24"/>
          <w:szCs w:val="24"/>
        </w:rPr>
        <w:t>2%</w:t>
      </w:r>
    </w:p>
    <w:p w:rsidR="00EF2871" w:rsidRPr="00524A4F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South-eastern Africa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2%</w:t>
      </w:r>
    </w:p>
    <w:p w:rsidR="00EF2871" w:rsidRDefault="00EF2871" w:rsidP="001E3B07">
      <w:pPr>
        <w:spacing w:after="0" w:line="240" w:lineRule="auto"/>
        <w:rPr>
          <w:sz w:val="24"/>
          <w:szCs w:val="24"/>
        </w:rPr>
      </w:pPr>
      <w:r w:rsidRPr="00524A4F">
        <w:rPr>
          <w:sz w:val="24"/>
          <w:szCs w:val="24"/>
        </w:rPr>
        <w:t>Japan</w:t>
      </w:r>
      <w:r>
        <w:rPr>
          <w:sz w:val="24"/>
          <w:szCs w:val="24"/>
        </w:rPr>
        <w:t xml:space="preserve"> -</w:t>
      </w:r>
      <w:r w:rsidRPr="00524A4F">
        <w:rPr>
          <w:sz w:val="24"/>
          <w:szCs w:val="24"/>
        </w:rPr>
        <w:t xml:space="preserve"> 1%</w:t>
      </w:r>
    </w:p>
    <w:p w:rsidR="00EF2871" w:rsidRDefault="00EF2871" w:rsidP="001E3B07">
      <w:pPr>
        <w:spacing w:after="0" w:line="240" w:lineRule="auto"/>
        <w:rPr>
          <w:sz w:val="24"/>
          <w:szCs w:val="24"/>
        </w:rPr>
      </w:pPr>
    </w:p>
    <w:p w:rsidR="00EF2871" w:rsidRDefault="00EF2871" w:rsidP="001E3B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the choropleth mapping technique to map these figures on your world map.  </w:t>
      </w:r>
      <w:r w:rsidRPr="001E3B07">
        <w:rPr>
          <w:sz w:val="24"/>
          <w:szCs w:val="24"/>
        </w:rPr>
        <w:t>Compare it with the map showing global distribution of people</w:t>
      </w:r>
      <w:r>
        <w:rPr>
          <w:sz w:val="24"/>
          <w:szCs w:val="24"/>
        </w:rPr>
        <w:t>.</w:t>
      </w:r>
    </w:p>
    <w:p w:rsidR="00EF2871" w:rsidRDefault="00EF2871" w:rsidP="001E3B07">
      <w:pPr>
        <w:spacing w:after="0" w:line="240" w:lineRule="auto"/>
        <w:rPr>
          <w:sz w:val="24"/>
          <w:szCs w:val="24"/>
        </w:rPr>
      </w:pPr>
    </w:p>
    <w:p w:rsidR="00EF2871" w:rsidRPr="001E3B07" w:rsidRDefault="00EF2871" w:rsidP="001E3B0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Describe what the two maps show</w:t>
      </w:r>
    </w:p>
    <w:p w:rsidR="00EF2871" w:rsidRPr="001E3B07" w:rsidRDefault="00EF2871" w:rsidP="001E3B07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Write a paragraph to describe h</w:t>
      </w:r>
      <w:r w:rsidRPr="001E3B07">
        <w:rPr>
          <w:sz w:val="24"/>
          <w:szCs w:val="24"/>
        </w:rPr>
        <w:t>ow the</w:t>
      </w:r>
      <w:r>
        <w:rPr>
          <w:sz w:val="24"/>
          <w:szCs w:val="24"/>
        </w:rPr>
        <w:t xml:space="preserve"> two</w:t>
      </w:r>
      <w:r w:rsidRPr="001E3B07">
        <w:rPr>
          <w:sz w:val="24"/>
          <w:szCs w:val="24"/>
        </w:rPr>
        <w:t xml:space="preserve"> maps compare?</w:t>
      </w:r>
    </w:p>
    <w:p w:rsidR="00EF2871" w:rsidRPr="001E3B07" w:rsidRDefault="00EF2871" w:rsidP="001E3B07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E3B07">
        <w:rPr>
          <w:sz w:val="24"/>
          <w:szCs w:val="24"/>
        </w:rPr>
        <w:t>Explain what impact might this have?</w:t>
      </w:r>
    </w:p>
    <w:sectPr w:rsidR="00EF2871" w:rsidRPr="001E3B07" w:rsidSect="00CC3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3FA"/>
    <w:multiLevelType w:val="hybridMultilevel"/>
    <w:tmpl w:val="BE4E3CB8"/>
    <w:lvl w:ilvl="0" w:tplc="B0B48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B762A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A1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8A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25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D81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21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C1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247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465116"/>
    <w:multiLevelType w:val="hybridMultilevel"/>
    <w:tmpl w:val="BE4E3CB8"/>
    <w:lvl w:ilvl="0" w:tplc="B0B48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B762A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A1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8A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25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D81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21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C1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247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F53F3F"/>
    <w:multiLevelType w:val="hybridMultilevel"/>
    <w:tmpl w:val="BE4E3CB8"/>
    <w:lvl w:ilvl="0" w:tplc="B0B48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B762A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A1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C8A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F25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D81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21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C1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247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F21"/>
    <w:rsid w:val="000F7F21"/>
    <w:rsid w:val="001E3B07"/>
    <w:rsid w:val="003B3FB6"/>
    <w:rsid w:val="00524A4F"/>
    <w:rsid w:val="00755168"/>
    <w:rsid w:val="00A11E70"/>
    <w:rsid w:val="00CC3C54"/>
    <w:rsid w:val="00EF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54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3B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2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2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161</Words>
  <Characters>920</Characters>
  <Application>Microsoft Office Outlook</Application>
  <DocSecurity>0</DocSecurity>
  <Lines>0</Lines>
  <Paragraphs>0</Paragraphs>
  <ScaleCrop>false</ScaleCrop>
  <Company>St Augustine's Catholic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Distribution of world water resources:</dc:title>
  <dc:subject/>
  <dc:creator>bevank</dc:creator>
  <cp:keywords/>
  <dc:description/>
  <cp:lastModifiedBy>Phil Randay</cp:lastModifiedBy>
  <cp:revision>2</cp:revision>
  <dcterms:created xsi:type="dcterms:W3CDTF">2010-04-16T04:15:00Z</dcterms:created>
  <dcterms:modified xsi:type="dcterms:W3CDTF">2010-04-16T04:15:00Z</dcterms:modified>
</cp:coreProperties>
</file>